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3A2" w:rsidRDefault="00F567D5">
      <w:bookmarkStart w:id="0" w:name="_GoBack"/>
      <w:r>
        <w:rPr>
          <w:noProof/>
          <w:szCs w:val="2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7772400</wp:posOffset>
            </wp:positionV>
            <wp:extent cx="3200400" cy="1828800"/>
            <wp:effectExtent l="0" t="0" r="0" b="0"/>
            <wp:wrapNone/>
            <wp:docPr id="136" name="Picture 136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4065270</wp:posOffset>
                </wp:positionH>
                <wp:positionV relativeFrom="page">
                  <wp:posOffset>8458200</wp:posOffset>
                </wp:positionV>
                <wp:extent cx="1066800" cy="614680"/>
                <wp:effectExtent l="0" t="0" r="1905" b="4445"/>
                <wp:wrapNone/>
                <wp:docPr id="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</w:pP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Insert Logo or</w:t>
                            </w:r>
                            <w:r w:rsidRPr="003E2CEC">
                              <w:rPr>
                                <w:b/>
                                <w:color w:val="000000"/>
                                <w:sz w:val="14"/>
                              </w:rPr>
                              <w:br/>
                            </w: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style="position:absolute;margin-left:320.1pt;margin-top:666pt;width:84pt;height:48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</w:pP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Insert Logo or</w:t>
                      </w:r>
                      <w:r w:rsidRPr="003E2CEC">
                        <w:rPr>
                          <w:b/>
                          <w:color w:val="000000"/>
                          <w:sz w:val="14"/>
                        </w:rPr>
                        <w:br/>
                      </w: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5284470</wp:posOffset>
                </wp:positionH>
                <wp:positionV relativeFrom="page">
                  <wp:posOffset>7946390</wp:posOffset>
                </wp:positionV>
                <wp:extent cx="1676400" cy="1524000"/>
                <wp:effectExtent l="0" t="2540" r="1905" b="0"/>
                <wp:wrapNone/>
                <wp:docPr id="29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YournameHere"/>
                            </w:pPr>
                            <w:r w:rsidRPr="00EE60FF">
                              <w:t xml:space="preserve">Your Name Here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7" style="position:absolute;margin-left:416.1pt;margin-top:625.7pt;width:132pt;height:12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YournameHere"/>
                      </w:pPr>
                      <w:r w:rsidRPr="00EE60FF">
                        <w:t xml:space="preserve">Your Name Here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7772400</wp:posOffset>
            </wp:positionV>
            <wp:extent cx="3200400" cy="1828800"/>
            <wp:effectExtent l="0" t="0" r="0" b="0"/>
            <wp:wrapNone/>
            <wp:docPr id="133" name="Picture 133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851535</wp:posOffset>
                </wp:positionH>
                <wp:positionV relativeFrom="page">
                  <wp:posOffset>8458200</wp:posOffset>
                </wp:positionV>
                <wp:extent cx="1066800" cy="614680"/>
                <wp:effectExtent l="3810" t="0" r="0" b="4445"/>
                <wp:wrapNone/>
                <wp:docPr id="28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pStyle w:val="logocompanyname"/>
                            </w:pPr>
                            <w:r w:rsidRPr="003E2CEC">
                              <w:t>Insert Logo or</w:t>
                            </w:r>
                            <w:r w:rsidRPr="003E2CEC">
                              <w:br/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28" style="position:absolute;margin-left:67.05pt;margin-top:666pt;width:84pt;height:48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pStyle w:val="logocompanyname"/>
                      </w:pPr>
                      <w:r w:rsidRPr="003E2CEC">
                        <w:t>Insert Logo or</w:t>
                      </w:r>
                      <w:r w:rsidRPr="003E2CEC">
                        <w:br/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7946390</wp:posOffset>
                </wp:positionV>
                <wp:extent cx="1676400" cy="1524000"/>
                <wp:effectExtent l="3810" t="2540" r="0" b="0"/>
                <wp:wrapNone/>
                <wp:docPr id="2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spacing w:after="40"/>
                              <w:jc w:val="both"/>
                              <w:rPr>
                                <w:rFonts w:ascii="Verdana" w:hAnsi="Verdana"/>
                                <w:color w:val="FFFFFF"/>
                              </w:rPr>
                            </w:pPr>
                            <w:r w:rsidRPr="00EE60FF">
                              <w:rPr>
                                <w:rFonts w:ascii="Verdana" w:hAnsi="Verdana"/>
                                <w:b/>
                                <w:color w:val="FFFFFF"/>
                              </w:rPr>
                              <w:t>Your Name Here</w:t>
                            </w:r>
                            <w:r w:rsidRPr="00EE60FF">
                              <w:rPr>
                                <w:rFonts w:ascii="Verdana" w:hAnsi="Verdana"/>
                                <w:color w:val="FFFFFF"/>
                              </w:rPr>
                              <w:t xml:space="preserve">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029" style="position:absolute;margin-left:163.05pt;margin-top:625.7pt;width:132pt;height:120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spacing w:after="40"/>
                        <w:jc w:val="both"/>
                        <w:rPr>
                          <w:rFonts w:ascii="Verdana" w:hAnsi="Verdana"/>
                          <w:color w:val="FFFFFF"/>
                        </w:rPr>
                      </w:pPr>
                      <w:r w:rsidRPr="00EE60FF">
                        <w:rPr>
                          <w:rFonts w:ascii="Verdana" w:hAnsi="Verdana"/>
                          <w:b/>
                          <w:color w:val="FFFFFF"/>
                        </w:rPr>
                        <w:t>Your Name Here</w:t>
                      </w:r>
                      <w:r w:rsidRPr="00EE60FF">
                        <w:rPr>
                          <w:rFonts w:ascii="Verdana" w:hAnsi="Verdana"/>
                          <w:color w:val="FFFFFF"/>
                        </w:rPr>
                        <w:t xml:space="preserve">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5943600</wp:posOffset>
            </wp:positionV>
            <wp:extent cx="3200400" cy="1828800"/>
            <wp:effectExtent l="0" t="0" r="0" b="0"/>
            <wp:wrapNone/>
            <wp:docPr id="130" name="Picture 130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4065270</wp:posOffset>
                </wp:positionH>
                <wp:positionV relativeFrom="page">
                  <wp:posOffset>6629400</wp:posOffset>
                </wp:positionV>
                <wp:extent cx="1066800" cy="614680"/>
                <wp:effectExtent l="0" t="0" r="1905" b="4445"/>
                <wp:wrapNone/>
                <wp:docPr id="2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</w:pP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Insert Logo or</w:t>
                            </w:r>
                            <w:r w:rsidRPr="003E2CEC">
                              <w:rPr>
                                <w:b/>
                                <w:color w:val="000000"/>
                                <w:sz w:val="14"/>
                              </w:rPr>
                              <w:br/>
                            </w: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30" style="position:absolute;margin-left:320.1pt;margin-top:522pt;width:84pt;height:48.4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</w:pP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Insert Logo or</w:t>
                      </w:r>
                      <w:r w:rsidRPr="003E2CEC">
                        <w:rPr>
                          <w:b/>
                          <w:color w:val="000000"/>
                          <w:sz w:val="14"/>
                        </w:rPr>
                        <w:br/>
                      </w: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5284470</wp:posOffset>
                </wp:positionH>
                <wp:positionV relativeFrom="page">
                  <wp:posOffset>6117590</wp:posOffset>
                </wp:positionV>
                <wp:extent cx="1676400" cy="1524000"/>
                <wp:effectExtent l="0" t="2540" r="1905" b="0"/>
                <wp:wrapNone/>
                <wp:docPr id="25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YournameHere"/>
                            </w:pPr>
                            <w:r w:rsidRPr="00EE60FF">
                              <w:t xml:space="preserve">Your Name Here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5D03A2" w:rsidRDefault="005D03A2" w:rsidP="005D03A2">
                            <w:pPr>
                              <w:pStyle w:val="PhFax"/>
                              <w:rPr>
                                <w:b w:val="0"/>
                              </w:rPr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31" style="position:absolute;margin-left:416.1pt;margin-top:481.7pt;width:132pt;height:120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YournameHere"/>
                      </w:pPr>
                      <w:r w:rsidRPr="00EE60FF">
                        <w:t xml:space="preserve">Your Name Here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5D03A2" w:rsidRDefault="005D03A2" w:rsidP="005D03A2">
                      <w:pPr>
                        <w:pStyle w:val="PhFax"/>
                        <w:rPr>
                          <w:b w:val="0"/>
                        </w:rPr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5943600</wp:posOffset>
            </wp:positionV>
            <wp:extent cx="3200400" cy="1828800"/>
            <wp:effectExtent l="0" t="0" r="0" b="0"/>
            <wp:wrapNone/>
            <wp:docPr id="127" name="Picture 127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851535</wp:posOffset>
                </wp:positionH>
                <wp:positionV relativeFrom="page">
                  <wp:posOffset>6629400</wp:posOffset>
                </wp:positionV>
                <wp:extent cx="1066800" cy="614680"/>
                <wp:effectExtent l="3810" t="0" r="0" b="4445"/>
                <wp:wrapNone/>
                <wp:docPr id="24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pStyle w:val="logocompanyname"/>
                            </w:pPr>
                            <w:r w:rsidRPr="003E2CEC">
                              <w:t>Insert Logo or</w:t>
                            </w:r>
                            <w:r w:rsidRPr="003E2CEC">
                              <w:br/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32" style="position:absolute;margin-left:67.05pt;margin-top:522pt;width:84pt;height:48.4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pStyle w:val="logocompanyname"/>
                      </w:pPr>
                      <w:r w:rsidRPr="003E2CEC">
                        <w:t>Insert Logo or</w:t>
                      </w:r>
                      <w:r w:rsidRPr="003E2CEC">
                        <w:br/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6117590</wp:posOffset>
                </wp:positionV>
                <wp:extent cx="1676400" cy="1524000"/>
                <wp:effectExtent l="3810" t="2540" r="0" b="0"/>
                <wp:wrapNone/>
                <wp:docPr id="23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YournameHere"/>
                            </w:pPr>
                            <w:r w:rsidRPr="00EE60FF">
                              <w:t xml:space="preserve">Your Name Here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 xml:space="preserve">555.555.5555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33" style="position:absolute;margin-left:163.05pt;margin-top:481.7pt;width:132pt;height:120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YournameHere"/>
                      </w:pPr>
                      <w:r w:rsidRPr="00EE60FF">
                        <w:t xml:space="preserve">Your Name Here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 xml:space="preserve">555.555.5555    </w:t>
                      </w:r>
                      <w:r w:rsidRPr="00EE60FF">
                        <w:br/>
                        <w:t xml:space="preserve">Fax: 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4114800</wp:posOffset>
            </wp:positionV>
            <wp:extent cx="3200400" cy="1828800"/>
            <wp:effectExtent l="0" t="0" r="0" b="0"/>
            <wp:wrapNone/>
            <wp:docPr id="124" name="Picture 124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4065270</wp:posOffset>
                </wp:positionH>
                <wp:positionV relativeFrom="page">
                  <wp:posOffset>4800600</wp:posOffset>
                </wp:positionV>
                <wp:extent cx="1066800" cy="614680"/>
                <wp:effectExtent l="0" t="0" r="1905" b="4445"/>
                <wp:wrapNone/>
                <wp:docPr id="2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</w:pP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Insert Logo or</w:t>
                            </w:r>
                            <w:r w:rsidRPr="003E2CEC">
                              <w:rPr>
                                <w:b/>
                                <w:color w:val="000000"/>
                                <w:sz w:val="14"/>
                              </w:rPr>
                              <w:br/>
                            </w: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34" style="position:absolute;margin-left:320.1pt;margin-top:378pt;width:84pt;height:48.4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</w:pP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Insert Logo or</w:t>
                      </w:r>
                      <w:r w:rsidRPr="003E2CEC">
                        <w:rPr>
                          <w:b/>
                          <w:color w:val="000000"/>
                          <w:sz w:val="14"/>
                        </w:rPr>
                        <w:br/>
                      </w: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5284470</wp:posOffset>
                </wp:positionH>
                <wp:positionV relativeFrom="page">
                  <wp:posOffset>4288790</wp:posOffset>
                </wp:positionV>
                <wp:extent cx="1676400" cy="1524000"/>
                <wp:effectExtent l="0" t="2540" r="1905" b="0"/>
                <wp:wrapNone/>
                <wp:docPr id="21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YournameHere"/>
                            </w:pPr>
                            <w:r w:rsidRPr="00EE60FF">
                              <w:t xml:space="preserve">Your Name Here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</w:t>
                            </w:r>
                            <w:r w:rsidRPr="005D03A2">
                              <w:rPr>
                                <w:b w:val="0"/>
                              </w:rPr>
                              <w:t xml:space="preserve"> 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035" style="position:absolute;margin-left:416.1pt;margin-top:337.7pt;width:132pt;height:120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YournameHere"/>
                      </w:pPr>
                      <w:r w:rsidRPr="00EE60FF">
                        <w:t xml:space="preserve">Your Name Here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</w:t>
                      </w:r>
                      <w:r w:rsidRPr="005D03A2">
                        <w:rPr>
                          <w:b w:val="0"/>
                        </w:rPr>
                        <w:t xml:space="preserve"> 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4114800</wp:posOffset>
            </wp:positionV>
            <wp:extent cx="3200400" cy="1828800"/>
            <wp:effectExtent l="0" t="0" r="0" b="0"/>
            <wp:wrapNone/>
            <wp:docPr id="121" name="Picture 121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851535</wp:posOffset>
                </wp:positionH>
                <wp:positionV relativeFrom="page">
                  <wp:posOffset>4800600</wp:posOffset>
                </wp:positionV>
                <wp:extent cx="1066800" cy="614680"/>
                <wp:effectExtent l="3810" t="0" r="0" b="4445"/>
                <wp:wrapNone/>
                <wp:docPr id="2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pStyle w:val="logocompanyname"/>
                            </w:pPr>
                            <w:r w:rsidRPr="003E2CEC">
                              <w:t>Insert Logo or</w:t>
                            </w:r>
                            <w:r w:rsidRPr="003E2CEC">
                              <w:br/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36" style="position:absolute;margin-left:67.05pt;margin-top:378pt;width:84pt;height:48.4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pStyle w:val="logocompanyname"/>
                      </w:pPr>
                      <w:r w:rsidRPr="003E2CEC">
                        <w:t>Insert Logo or</w:t>
                      </w:r>
                      <w:r w:rsidRPr="003E2CEC">
                        <w:br/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4288790</wp:posOffset>
                </wp:positionV>
                <wp:extent cx="1676400" cy="1524000"/>
                <wp:effectExtent l="3810" t="2540" r="0" b="0"/>
                <wp:wrapNone/>
                <wp:docPr id="1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YournameHere"/>
                            </w:pPr>
                            <w:r w:rsidRPr="00EE60FF">
                              <w:t xml:space="preserve">Your Name Here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37" style="position:absolute;margin-left:163.05pt;margin-top:337.7pt;width:132pt;height:120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YournameHere"/>
                      </w:pPr>
                      <w:r w:rsidRPr="00EE60FF">
                        <w:t xml:space="preserve">Your Name Here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2286000</wp:posOffset>
            </wp:positionV>
            <wp:extent cx="3200400" cy="1828800"/>
            <wp:effectExtent l="0" t="0" r="0" b="0"/>
            <wp:wrapNone/>
            <wp:docPr id="118" name="Picture 118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4065270</wp:posOffset>
                </wp:positionH>
                <wp:positionV relativeFrom="page">
                  <wp:posOffset>2971800</wp:posOffset>
                </wp:positionV>
                <wp:extent cx="1066800" cy="614680"/>
                <wp:effectExtent l="0" t="0" r="1905" b="4445"/>
                <wp:wrapNone/>
                <wp:docPr id="1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</w:pP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Insert Logo or</w:t>
                            </w:r>
                            <w:r w:rsidRPr="003E2CEC">
                              <w:rPr>
                                <w:b/>
                                <w:color w:val="000000"/>
                                <w:sz w:val="14"/>
                              </w:rPr>
                              <w:br/>
                            </w:r>
                            <w:r w:rsidRPr="003E2CEC">
                              <w:rPr>
                                <w:rFonts w:ascii="Verdana" w:hAnsi="Verdana"/>
                                <w:b/>
                                <w:color w:val="000000"/>
                                <w:sz w:val="14"/>
                              </w:rPr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38" style="position:absolute;margin-left:320.1pt;margin-top:234pt;width:84pt;height:48.4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</w:pP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Insert Logo or</w:t>
                      </w:r>
                      <w:r w:rsidRPr="003E2CEC">
                        <w:rPr>
                          <w:b/>
                          <w:color w:val="000000"/>
                          <w:sz w:val="14"/>
                        </w:rPr>
                        <w:br/>
                      </w:r>
                      <w:r w:rsidRPr="003E2CEC">
                        <w:rPr>
                          <w:rFonts w:ascii="Verdana" w:hAnsi="Verdana"/>
                          <w:b/>
                          <w:color w:val="000000"/>
                          <w:sz w:val="14"/>
                        </w:rPr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5284470</wp:posOffset>
                </wp:positionH>
                <wp:positionV relativeFrom="page">
                  <wp:posOffset>2459990</wp:posOffset>
                </wp:positionV>
                <wp:extent cx="1676400" cy="1524000"/>
                <wp:effectExtent l="0" t="2540" r="1905" b="0"/>
                <wp:wrapNone/>
                <wp:docPr id="17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YournameHere"/>
                            </w:pPr>
                            <w:r w:rsidRPr="00EE60FF">
                              <w:t xml:space="preserve">Your Name Here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39" style="position:absolute;margin-left:416.1pt;margin-top:193.7pt;width:132pt;height:120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YournameHere"/>
                      </w:pPr>
                      <w:r w:rsidRPr="00EE60FF">
                        <w:t xml:space="preserve">Your Name Here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40832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2286000</wp:posOffset>
            </wp:positionV>
            <wp:extent cx="3200400" cy="1828800"/>
            <wp:effectExtent l="0" t="0" r="0" b="0"/>
            <wp:wrapNone/>
            <wp:docPr id="115" name="Picture 115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851535</wp:posOffset>
                </wp:positionH>
                <wp:positionV relativeFrom="page">
                  <wp:posOffset>2971800</wp:posOffset>
                </wp:positionV>
                <wp:extent cx="1066800" cy="614680"/>
                <wp:effectExtent l="3810" t="0" r="0" b="4445"/>
                <wp:wrapNone/>
                <wp:docPr id="16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pStyle w:val="logocompanyname"/>
                            </w:pPr>
                            <w:r w:rsidRPr="003E2CEC">
                              <w:t>Insert Logo or</w:t>
                            </w:r>
                            <w:r w:rsidRPr="003E2CEC">
                              <w:br/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40" style="position:absolute;margin-left:67.05pt;margin-top:234pt;width:84pt;height:48.4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pStyle w:val="logocompanyname"/>
                      </w:pPr>
                      <w:r w:rsidRPr="003E2CEC">
                        <w:t>Insert Logo or</w:t>
                      </w:r>
                      <w:r w:rsidRPr="003E2CEC">
                        <w:br/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2459990</wp:posOffset>
                </wp:positionV>
                <wp:extent cx="1676400" cy="1524000"/>
                <wp:effectExtent l="3810" t="2540" r="0" b="0"/>
                <wp:wrapNone/>
                <wp:docPr id="1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YournameHere"/>
                            </w:pPr>
                            <w:r w:rsidRPr="00EE60FF">
                              <w:t xml:space="preserve">Your Name Here </w:t>
                            </w:r>
                          </w:p>
                          <w:p w:rsidR="005D03A2" w:rsidRPr="00EE60FF" w:rsidRDefault="005D03A2" w:rsidP="005D03A2">
                            <w:pPr>
                              <w:pStyle w:val="YourTitle"/>
                            </w:pPr>
                            <w:r w:rsidRPr="00EE60FF">
                              <w:t>Your Title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Pr="005D03A2">
                              <w:rPr>
                                <w:b w:val="0"/>
                              </w:rPr>
                              <w:t>555.555.5555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email@emailhere.com</w:t>
                            </w:r>
                          </w:p>
                          <w:p w:rsidR="005D03A2" w:rsidRPr="00EE60FF" w:rsidRDefault="005D03A2" w:rsidP="005D03A2">
                            <w:pPr>
                              <w:pStyle w:val="emailaddress"/>
                            </w:pPr>
                            <w:r w:rsidRPr="00EE60FF">
                              <w:t>Street Address, City, State 55555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www.webaddress.com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41" style="position:absolute;margin-left:163.05pt;margin-top:193.7pt;width:132pt;height:120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YournameHere"/>
                      </w:pPr>
                      <w:r w:rsidRPr="00EE60FF">
                        <w:t xml:space="preserve">Your Name Here </w:t>
                      </w:r>
                    </w:p>
                    <w:p w:rsidR="005D03A2" w:rsidRPr="00EE60FF" w:rsidRDefault="005D03A2" w:rsidP="005D03A2">
                      <w:pPr>
                        <w:pStyle w:val="YourTitle"/>
                      </w:pPr>
                      <w:r w:rsidRPr="00EE60FF">
                        <w:t>Your Title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 w:rsidRPr="005D03A2">
                        <w:rPr>
                          <w:b w:val="0"/>
                        </w:rPr>
                        <w:t>555.555.5555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email@emailhere.com</w:t>
                      </w:r>
                    </w:p>
                    <w:p w:rsidR="005D03A2" w:rsidRPr="00EE60FF" w:rsidRDefault="005D03A2" w:rsidP="005D03A2">
                      <w:pPr>
                        <w:pStyle w:val="emailaddress"/>
                      </w:pPr>
                      <w:r w:rsidRPr="00EE60FF">
                        <w:t>Street Address, City, State 55555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www.webaddress.com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37760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457200</wp:posOffset>
            </wp:positionV>
            <wp:extent cx="3200400" cy="1828800"/>
            <wp:effectExtent l="0" t="0" r="0" b="0"/>
            <wp:wrapNone/>
            <wp:docPr id="112" name="Picture 112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4065270</wp:posOffset>
                </wp:positionH>
                <wp:positionV relativeFrom="page">
                  <wp:posOffset>1143000</wp:posOffset>
                </wp:positionV>
                <wp:extent cx="1066800" cy="614680"/>
                <wp:effectExtent l="0" t="0" r="1905" b="4445"/>
                <wp:wrapNone/>
                <wp:docPr id="1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5D03A2" w:rsidP="005D03A2">
                            <w:pPr>
                              <w:pStyle w:val="logocompanyname"/>
                            </w:pPr>
                            <w:r w:rsidRPr="003E2CEC">
                              <w:t>Insert Logo or</w:t>
                            </w:r>
                            <w:r w:rsidRPr="003E2CEC">
                              <w:br/>
                              <w:t>Company Name Here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42" style="position:absolute;margin-left:320.1pt;margin-top:90pt;width:84pt;height:48.4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" filled="f" stroked="f" strokeweight="1pt">
                <v:textbox inset="1pt,1pt,1pt,1pt">
                  <w:txbxContent>
                    <w:p w:rsidR="005D03A2" w:rsidRPr="003E2CEC" w:rsidRDefault="005D03A2" w:rsidP="005D03A2">
                      <w:pPr>
                        <w:pStyle w:val="logocompanyname"/>
                      </w:pPr>
                      <w:r w:rsidRPr="003E2CEC">
                        <w:t>Insert Logo or</w:t>
                      </w:r>
                      <w:r w:rsidRPr="003E2CEC">
                        <w:br/>
                        <w:t>Company Name Here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page">
                  <wp:posOffset>5284470</wp:posOffset>
                </wp:positionH>
                <wp:positionV relativeFrom="page">
                  <wp:posOffset>631190</wp:posOffset>
                </wp:positionV>
                <wp:extent cx="1676400" cy="1524000"/>
                <wp:effectExtent l="0" t="2540" r="1905" b="0"/>
                <wp:wrapNone/>
                <wp:docPr id="13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567D5" w:rsidRPr="00EE60FF" w:rsidRDefault="00F567D5" w:rsidP="00F567D5">
                            <w:pPr>
                              <w:pStyle w:val="YournameHere"/>
                            </w:pPr>
                            <w:r>
                              <w:t>Rachel Tillman</w:t>
                            </w:r>
                            <w:r w:rsidRPr="00EE60FF">
                              <w:t xml:space="preserve"> </w:t>
                            </w:r>
                          </w:p>
                          <w:p w:rsidR="00F567D5" w:rsidRDefault="00F567D5" w:rsidP="00F567D5">
                            <w:pPr>
                              <w:pStyle w:val="YourTitle"/>
                            </w:pPr>
                            <w:r>
                              <w:t>Elementary School teacher</w:t>
                            </w:r>
                          </w:p>
                          <w:p w:rsidR="00F567D5" w:rsidRPr="00EE60FF" w:rsidRDefault="00F567D5" w:rsidP="00F567D5">
                            <w:pPr>
                              <w:pStyle w:val="YourTitle"/>
                            </w:pPr>
                            <w:r>
                              <w:t>5</w:t>
                            </w:r>
                            <w:r w:rsidRPr="00F567D5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</w:t>
                            </w:r>
                          </w:p>
                          <w:p w:rsidR="00F567D5" w:rsidRPr="004B7106" w:rsidRDefault="00F567D5" w:rsidP="00F567D5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F567D5" w:rsidRPr="00EE60FF" w:rsidRDefault="00F567D5" w:rsidP="00F567D5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>
                              <w:rPr>
                                <w:b w:val="0"/>
                              </w:rPr>
                              <w:t>605-432-4426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>
                              <w:rPr>
                                <w:b w:val="0"/>
                              </w:rPr>
                              <w:t>615-235-5612</w:t>
                            </w:r>
                          </w:p>
                          <w:p w:rsidR="00F567D5" w:rsidRPr="00EE60FF" w:rsidRDefault="00F567D5" w:rsidP="00F567D5">
                            <w:pPr>
                              <w:pStyle w:val="emailaddress"/>
                            </w:pPr>
                            <w:r>
                              <w:t>rtillman@k12.sd.us</w:t>
                            </w:r>
                          </w:p>
                          <w:p w:rsidR="00F567D5" w:rsidRPr="00EE60FF" w:rsidRDefault="00F567D5" w:rsidP="00F567D5">
                            <w:pPr>
                              <w:pStyle w:val="emailaddress"/>
                            </w:pPr>
                            <w:r>
                              <w:t>1768 428</w:t>
                            </w:r>
                            <w:r w:rsidRPr="00F567D5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St, Milbank, SD 57252</w:t>
                            </w:r>
                          </w:p>
                          <w:p w:rsidR="00F567D5" w:rsidRPr="00EE60FF" w:rsidRDefault="00F567D5" w:rsidP="00F567D5">
                            <w:pPr>
                              <w:pStyle w:val="website"/>
                            </w:pPr>
                            <w:r w:rsidRPr="00EE60FF">
                              <w:t>www.</w:t>
                            </w:r>
                            <w:r>
                              <w:t>wikispaces.com/rftillman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43" style="position:absolute;margin-left:416.1pt;margin-top:49.7pt;width:132pt;height:120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" filled="f" stroked="f" strokeweight="1pt">
                <v:textbox inset="1pt,1pt,1pt,1pt">
                  <w:txbxContent>
                    <w:p w:rsidR="00F567D5" w:rsidRPr="00EE60FF" w:rsidRDefault="00F567D5" w:rsidP="00F567D5">
                      <w:pPr>
                        <w:pStyle w:val="YournameHere"/>
                      </w:pPr>
                      <w:r>
                        <w:t>Rachel Tillman</w:t>
                      </w:r>
                      <w:r w:rsidRPr="00EE60FF">
                        <w:t xml:space="preserve"> </w:t>
                      </w:r>
                    </w:p>
                    <w:p w:rsidR="00F567D5" w:rsidRDefault="00F567D5" w:rsidP="00F567D5">
                      <w:pPr>
                        <w:pStyle w:val="YourTitle"/>
                      </w:pPr>
                      <w:r>
                        <w:t>Elementary School teacher</w:t>
                      </w:r>
                    </w:p>
                    <w:p w:rsidR="00F567D5" w:rsidRPr="00EE60FF" w:rsidRDefault="00F567D5" w:rsidP="00F567D5">
                      <w:pPr>
                        <w:pStyle w:val="YourTitle"/>
                      </w:pPr>
                      <w:r>
                        <w:t>5</w:t>
                      </w:r>
                      <w:r w:rsidRPr="00F567D5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</w:t>
                      </w:r>
                    </w:p>
                    <w:p w:rsidR="00F567D5" w:rsidRPr="004B7106" w:rsidRDefault="00F567D5" w:rsidP="00F567D5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F567D5" w:rsidRPr="00EE60FF" w:rsidRDefault="00F567D5" w:rsidP="00F567D5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>
                        <w:rPr>
                          <w:b w:val="0"/>
                        </w:rPr>
                        <w:t>605-432-4426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>
                        <w:rPr>
                          <w:b w:val="0"/>
                        </w:rPr>
                        <w:t>615-235-5612</w:t>
                      </w:r>
                    </w:p>
                    <w:p w:rsidR="00F567D5" w:rsidRPr="00EE60FF" w:rsidRDefault="00F567D5" w:rsidP="00F567D5">
                      <w:pPr>
                        <w:pStyle w:val="emailaddress"/>
                      </w:pPr>
                      <w:r>
                        <w:t>rtillman@k12.sd.us</w:t>
                      </w:r>
                    </w:p>
                    <w:p w:rsidR="00F567D5" w:rsidRPr="00EE60FF" w:rsidRDefault="00F567D5" w:rsidP="00F567D5">
                      <w:pPr>
                        <w:pStyle w:val="emailaddress"/>
                      </w:pPr>
                      <w:r>
                        <w:t>1768 428</w:t>
                      </w:r>
                      <w:r w:rsidRPr="00F567D5">
                        <w:rPr>
                          <w:vertAlign w:val="superscript"/>
                        </w:rPr>
                        <w:t>th</w:t>
                      </w:r>
                      <w:r>
                        <w:t xml:space="preserve"> St, Milbank, SD 57252</w:t>
                      </w:r>
                    </w:p>
                    <w:p w:rsidR="00F567D5" w:rsidRPr="00EE60FF" w:rsidRDefault="00F567D5" w:rsidP="00F567D5">
                      <w:pPr>
                        <w:pStyle w:val="website"/>
                      </w:pPr>
                      <w:r w:rsidRPr="00EE60FF">
                        <w:t>www.</w:t>
                      </w:r>
                      <w:r>
                        <w:t>wikispaces.com/rftillman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34688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457200</wp:posOffset>
            </wp:positionV>
            <wp:extent cx="3200400" cy="1828800"/>
            <wp:effectExtent l="0" t="0" r="0" b="0"/>
            <wp:wrapNone/>
            <wp:docPr id="109" name="Picture 109" descr="neutral_card_fro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neutral_card_fro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851535</wp:posOffset>
                </wp:positionH>
                <wp:positionV relativeFrom="page">
                  <wp:posOffset>1143000</wp:posOffset>
                </wp:positionV>
                <wp:extent cx="1066800" cy="614680"/>
                <wp:effectExtent l="3810" t="0" r="0" b="4445"/>
                <wp:wrapNone/>
                <wp:docPr id="1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3E2CEC" w:rsidRDefault="00F567D5" w:rsidP="005D03A2">
                            <w:pPr>
                              <w:pStyle w:val="logocompanyname"/>
                            </w:pPr>
                            <w:r>
                              <w:t>Koch Elementary School</w:t>
                            </w:r>
                          </w:p>
                          <w:p w:rsidR="005D03A2" w:rsidRPr="008926DE" w:rsidRDefault="005D03A2" w:rsidP="005D03A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44" style="position:absolute;margin-left:67.05pt;margin-top:90pt;width:84pt;height:48.4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" filled="f" stroked="f" strokeweight="1pt">
                <v:textbox inset="1pt,1pt,1pt,1pt">
                  <w:txbxContent>
                    <w:p w:rsidR="005D03A2" w:rsidRPr="003E2CEC" w:rsidRDefault="00F567D5" w:rsidP="005D03A2">
                      <w:pPr>
                        <w:pStyle w:val="logocompanyname"/>
                      </w:pPr>
                      <w:r>
                        <w:t>Koch Elementary School</w:t>
                      </w:r>
                    </w:p>
                    <w:p w:rsidR="005D03A2" w:rsidRPr="008926DE" w:rsidRDefault="005D03A2" w:rsidP="005D03A2"/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page">
                  <wp:posOffset>2070735</wp:posOffset>
                </wp:positionH>
                <wp:positionV relativeFrom="page">
                  <wp:posOffset>631190</wp:posOffset>
                </wp:positionV>
                <wp:extent cx="1676400" cy="1524000"/>
                <wp:effectExtent l="3810" t="2540" r="0" b="0"/>
                <wp:wrapNone/>
                <wp:docPr id="11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F567D5" w:rsidP="005D03A2">
                            <w:pPr>
                              <w:pStyle w:val="YournameHere"/>
                            </w:pPr>
                            <w:r>
                              <w:t>Rachel Tillman</w:t>
                            </w:r>
                            <w:r w:rsidR="005D03A2" w:rsidRPr="00EE60FF">
                              <w:t xml:space="preserve"> </w:t>
                            </w:r>
                          </w:p>
                          <w:p w:rsidR="005D03A2" w:rsidRDefault="00F567D5" w:rsidP="005D03A2">
                            <w:pPr>
                              <w:pStyle w:val="YourTitle"/>
                            </w:pPr>
                            <w:r>
                              <w:t>Elementary School teacher</w:t>
                            </w:r>
                          </w:p>
                          <w:p w:rsidR="00F567D5" w:rsidRPr="00EE60FF" w:rsidRDefault="00F567D5" w:rsidP="005D03A2">
                            <w:pPr>
                              <w:pStyle w:val="YourTitle"/>
                            </w:pPr>
                            <w:r>
                              <w:t>5</w:t>
                            </w:r>
                            <w:r w:rsidRPr="00F567D5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</w:t>
                            </w:r>
                          </w:p>
                          <w:p w:rsidR="005D03A2" w:rsidRPr="004B7106" w:rsidRDefault="005D03A2" w:rsidP="005D03A2">
                            <w:pPr>
                              <w:spacing w:after="80"/>
                              <w:rPr>
                                <w:color w:val="000000"/>
                                <w:sz w:val="16"/>
                              </w:rPr>
                            </w:pPr>
                          </w:p>
                          <w:p w:rsidR="005D03A2" w:rsidRPr="00EE60FF" w:rsidRDefault="005D03A2" w:rsidP="005D03A2">
                            <w:pPr>
                              <w:pStyle w:val="PhFax"/>
                            </w:pPr>
                            <w:r w:rsidRPr="00EE60FF">
                              <w:t xml:space="preserve">Phone: </w:t>
                            </w:r>
                            <w:r w:rsidR="00F567D5">
                              <w:rPr>
                                <w:b w:val="0"/>
                              </w:rPr>
                              <w:t>605-432-4426</w:t>
                            </w:r>
                            <w:r w:rsidRPr="00EE60FF">
                              <w:t xml:space="preserve">    </w:t>
                            </w:r>
                            <w:r w:rsidRPr="00EE60FF">
                              <w:br/>
                              <w:t xml:space="preserve">Fax:  </w:t>
                            </w:r>
                            <w:r w:rsidR="00F567D5">
                              <w:rPr>
                                <w:b w:val="0"/>
                              </w:rPr>
                              <w:t>615-235-5612</w:t>
                            </w:r>
                          </w:p>
                          <w:p w:rsidR="005D03A2" w:rsidRPr="00EE60FF" w:rsidRDefault="00F567D5" w:rsidP="005D03A2">
                            <w:pPr>
                              <w:pStyle w:val="emailaddress"/>
                            </w:pPr>
                            <w:r>
                              <w:t>rtillman@k12.sd.us</w:t>
                            </w:r>
                          </w:p>
                          <w:p w:rsidR="005D03A2" w:rsidRPr="00EE60FF" w:rsidRDefault="00F567D5" w:rsidP="005D03A2">
                            <w:pPr>
                              <w:pStyle w:val="emailaddress"/>
                            </w:pPr>
                            <w:r>
                              <w:t>1768 428</w:t>
                            </w:r>
                            <w:r w:rsidRPr="00F567D5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St, Milbank, SD 57252</w:t>
                            </w:r>
                          </w:p>
                          <w:p w:rsidR="005D03A2" w:rsidRPr="00EE60FF" w:rsidRDefault="005D03A2" w:rsidP="005D03A2">
                            <w:pPr>
                              <w:pStyle w:val="website"/>
                            </w:pPr>
                            <w:r w:rsidRPr="00EE60FF">
                              <w:t>www.</w:t>
                            </w:r>
                            <w:r w:rsidR="00F567D5">
                              <w:t>wikispaces.com/rftillman</w:t>
                            </w:r>
                          </w:p>
                          <w:p w:rsidR="005D03A2" w:rsidRPr="00633B70" w:rsidRDefault="005D03A2" w:rsidP="005D03A2">
                            <w:pPr>
                              <w:ind w:left="144"/>
                              <w:rPr>
                                <w:color w:val="411D0E"/>
                                <w:sz w:val="14"/>
                              </w:rPr>
                            </w:pPr>
                          </w:p>
                          <w:p w:rsidR="005D03A2" w:rsidRPr="00633B70" w:rsidRDefault="005D03A2" w:rsidP="005D03A2">
                            <w:pPr>
                              <w:rPr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45" style="position:absolute;margin-left:163.05pt;margin-top:49.7pt;width:132pt;height:120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" filled="f" stroked="f" strokeweight="1pt">
                <v:textbox inset="1pt,1pt,1pt,1pt">
                  <w:txbxContent>
                    <w:p w:rsidR="005D03A2" w:rsidRPr="00EE60FF" w:rsidRDefault="00F567D5" w:rsidP="005D03A2">
                      <w:pPr>
                        <w:pStyle w:val="YournameHere"/>
                      </w:pPr>
                      <w:r>
                        <w:t>Rachel Tillman</w:t>
                      </w:r>
                      <w:r w:rsidR="005D03A2" w:rsidRPr="00EE60FF">
                        <w:t xml:space="preserve"> </w:t>
                      </w:r>
                    </w:p>
                    <w:p w:rsidR="005D03A2" w:rsidRDefault="00F567D5" w:rsidP="005D03A2">
                      <w:pPr>
                        <w:pStyle w:val="YourTitle"/>
                      </w:pPr>
                      <w:r>
                        <w:t>Elementary School teacher</w:t>
                      </w:r>
                    </w:p>
                    <w:p w:rsidR="00F567D5" w:rsidRPr="00EE60FF" w:rsidRDefault="00F567D5" w:rsidP="005D03A2">
                      <w:pPr>
                        <w:pStyle w:val="YourTitle"/>
                      </w:pPr>
                      <w:r>
                        <w:t>5</w:t>
                      </w:r>
                      <w:r w:rsidRPr="00F567D5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</w:t>
                      </w:r>
                    </w:p>
                    <w:p w:rsidR="005D03A2" w:rsidRPr="004B7106" w:rsidRDefault="005D03A2" w:rsidP="005D03A2">
                      <w:pPr>
                        <w:spacing w:after="80"/>
                        <w:rPr>
                          <w:color w:val="000000"/>
                          <w:sz w:val="16"/>
                        </w:rPr>
                      </w:pPr>
                    </w:p>
                    <w:p w:rsidR="005D03A2" w:rsidRPr="00EE60FF" w:rsidRDefault="005D03A2" w:rsidP="005D03A2">
                      <w:pPr>
                        <w:pStyle w:val="PhFax"/>
                      </w:pPr>
                      <w:r w:rsidRPr="00EE60FF">
                        <w:t xml:space="preserve">Phone: </w:t>
                      </w:r>
                      <w:r w:rsidR="00F567D5">
                        <w:rPr>
                          <w:b w:val="0"/>
                        </w:rPr>
                        <w:t>605-432-4426</w:t>
                      </w:r>
                      <w:r w:rsidRPr="00EE60FF">
                        <w:t xml:space="preserve">    </w:t>
                      </w:r>
                      <w:r w:rsidRPr="00EE60FF">
                        <w:br/>
                        <w:t xml:space="preserve">Fax:  </w:t>
                      </w:r>
                      <w:r w:rsidR="00F567D5">
                        <w:rPr>
                          <w:b w:val="0"/>
                        </w:rPr>
                        <w:t>615-235-5612</w:t>
                      </w:r>
                    </w:p>
                    <w:p w:rsidR="005D03A2" w:rsidRPr="00EE60FF" w:rsidRDefault="00F567D5" w:rsidP="005D03A2">
                      <w:pPr>
                        <w:pStyle w:val="emailaddress"/>
                      </w:pPr>
                      <w:r>
                        <w:t>rtillman@k12.sd.us</w:t>
                      </w:r>
                    </w:p>
                    <w:p w:rsidR="005D03A2" w:rsidRPr="00EE60FF" w:rsidRDefault="00F567D5" w:rsidP="005D03A2">
                      <w:pPr>
                        <w:pStyle w:val="emailaddress"/>
                      </w:pPr>
                      <w:r>
                        <w:t>1768 428</w:t>
                      </w:r>
                      <w:r w:rsidRPr="00F567D5">
                        <w:rPr>
                          <w:vertAlign w:val="superscript"/>
                        </w:rPr>
                        <w:t>th</w:t>
                      </w:r>
                      <w:r>
                        <w:t xml:space="preserve"> St, Milbank, SD 57252</w:t>
                      </w:r>
                    </w:p>
                    <w:p w:rsidR="005D03A2" w:rsidRPr="00EE60FF" w:rsidRDefault="005D03A2" w:rsidP="005D03A2">
                      <w:pPr>
                        <w:pStyle w:val="website"/>
                      </w:pPr>
                      <w:r w:rsidRPr="00EE60FF">
                        <w:t>www.</w:t>
                      </w:r>
                      <w:r w:rsidR="00F567D5">
                        <w:t>wikispaces.com/rftillman</w:t>
                      </w:r>
                    </w:p>
                    <w:p w:rsidR="005D03A2" w:rsidRPr="00633B70" w:rsidRDefault="005D03A2" w:rsidP="005D03A2">
                      <w:pPr>
                        <w:ind w:left="144"/>
                        <w:rPr>
                          <w:color w:val="411D0E"/>
                          <w:sz w:val="14"/>
                        </w:rPr>
                      </w:pPr>
                    </w:p>
                    <w:p w:rsidR="005D03A2" w:rsidRPr="00633B70" w:rsidRDefault="005D03A2" w:rsidP="005D03A2">
                      <w:pPr>
                        <w:rPr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3161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106" name="Picture 106" descr="b-card_cropma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b-card_cropmark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3A2">
        <w:br w:type="page"/>
      </w:r>
      <w:bookmarkEnd w:id="0"/>
      <w:r>
        <w:rPr>
          <w:noProof/>
          <w:szCs w:val="20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7772400</wp:posOffset>
            </wp:positionV>
            <wp:extent cx="3200400" cy="1828800"/>
            <wp:effectExtent l="0" t="0" r="0" b="0"/>
            <wp:wrapNone/>
            <wp:docPr id="157" name="Picture 157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4566920</wp:posOffset>
                </wp:positionH>
                <wp:positionV relativeFrom="page">
                  <wp:posOffset>8476615</wp:posOffset>
                </wp:positionV>
                <wp:extent cx="1866900" cy="838200"/>
                <wp:effectExtent l="4445" t="0" r="0" b="635"/>
                <wp:wrapNone/>
                <wp:docPr id="10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46" style="position:absolute;margin-left:359.6pt;margin-top:667.45pt;width:147pt;height:6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7772400</wp:posOffset>
            </wp:positionV>
            <wp:extent cx="3200400" cy="1828800"/>
            <wp:effectExtent l="0" t="0" r="0" b="0"/>
            <wp:wrapNone/>
            <wp:docPr id="155" name="Picture 155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1353185</wp:posOffset>
                </wp:positionH>
                <wp:positionV relativeFrom="page">
                  <wp:posOffset>8476615</wp:posOffset>
                </wp:positionV>
                <wp:extent cx="1866900" cy="838200"/>
                <wp:effectExtent l="635" t="0" r="0" b="635"/>
                <wp:wrapNone/>
                <wp:docPr id="9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47" style="position:absolute;margin-left:106.55pt;margin-top:667.45pt;width:147pt;height:66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5943600</wp:posOffset>
            </wp:positionV>
            <wp:extent cx="3200400" cy="1828800"/>
            <wp:effectExtent l="0" t="0" r="0" b="0"/>
            <wp:wrapNone/>
            <wp:docPr id="153" name="Picture 153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4566920</wp:posOffset>
                </wp:positionH>
                <wp:positionV relativeFrom="page">
                  <wp:posOffset>6647815</wp:posOffset>
                </wp:positionV>
                <wp:extent cx="1866900" cy="838200"/>
                <wp:effectExtent l="4445" t="0" r="0" b="635"/>
                <wp:wrapNone/>
                <wp:docPr id="8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048" style="position:absolute;margin-left:359.6pt;margin-top:523.45pt;width:147pt;height:66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5943600</wp:posOffset>
            </wp:positionV>
            <wp:extent cx="3200400" cy="1828800"/>
            <wp:effectExtent l="0" t="0" r="0" b="0"/>
            <wp:wrapNone/>
            <wp:docPr id="151" name="Picture 151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1353185</wp:posOffset>
                </wp:positionH>
                <wp:positionV relativeFrom="page">
                  <wp:posOffset>6647815</wp:posOffset>
                </wp:positionV>
                <wp:extent cx="1866900" cy="838200"/>
                <wp:effectExtent l="635" t="0" r="0" b="635"/>
                <wp:wrapNone/>
                <wp:docPr id="7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49" style="position:absolute;margin-left:106.55pt;margin-top:523.45pt;width:147pt;height:66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4114800</wp:posOffset>
            </wp:positionV>
            <wp:extent cx="3200400" cy="1828800"/>
            <wp:effectExtent l="0" t="0" r="0" b="0"/>
            <wp:wrapNone/>
            <wp:docPr id="149" name="Picture 149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4566920</wp:posOffset>
                </wp:positionH>
                <wp:positionV relativeFrom="page">
                  <wp:posOffset>4819015</wp:posOffset>
                </wp:positionV>
                <wp:extent cx="1866900" cy="838200"/>
                <wp:effectExtent l="4445" t="0" r="0" b="635"/>
                <wp:wrapNone/>
                <wp:docPr id="6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8" o:spid="_x0000_s1050" style="position:absolute;margin-left:359.6pt;margin-top:379.45pt;width:147pt;height:66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4114800</wp:posOffset>
            </wp:positionV>
            <wp:extent cx="3200400" cy="1828800"/>
            <wp:effectExtent l="0" t="0" r="0" b="0"/>
            <wp:wrapNone/>
            <wp:docPr id="147" name="Picture 147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1353185</wp:posOffset>
                </wp:positionH>
                <wp:positionV relativeFrom="page">
                  <wp:posOffset>4819015</wp:posOffset>
                </wp:positionV>
                <wp:extent cx="1866900" cy="838200"/>
                <wp:effectExtent l="635" t="0" r="0" b="635"/>
                <wp:wrapNone/>
                <wp:docPr id="5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51" style="position:absolute;margin-left:106.55pt;margin-top:379.45pt;width:147pt;height:6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2326640</wp:posOffset>
            </wp:positionV>
            <wp:extent cx="3200400" cy="1828800"/>
            <wp:effectExtent l="0" t="0" r="0" b="0"/>
            <wp:wrapNone/>
            <wp:docPr id="145" name="Picture 145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4566920</wp:posOffset>
                </wp:positionH>
                <wp:positionV relativeFrom="page">
                  <wp:posOffset>3030855</wp:posOffset>
                </wp:positionV>
                <wp:extent cx="1866900" cy="838200"/>
                <wp:effectExtent l="4445" t="1905" r="0" b="0"/>
                <wp:wrapNone/>
                <wp:docPr id="4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4" o:spid="_x0000_s1052" style="position:absolute;margin-left:359.6pt;margin-top:238.65pt;width:147pt;height:66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2326640</wp:posOffset>
            </wp:positionV>
            <wp:extent cx="3200400" cy="1828800"/>
            <wp:effectExtent l="0" t="0" r="0" b="0"/>
            <wp:wrapNone/>
            <wp:docPr id="143" name="Picture 143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1353185</wp:posOffset>
                </wp:positionH>
                <wp:positionV relativeFrom="page">
                  <wp:posOffset>3030855</wp:posOffset>
                </wp:positionV>
                <wp:extent cx="1866900" cy="838200"/>
                <wp:effectExtent l="635" t="1905" r="0" b="0"/>
                <wp:wrapNone/>
                <wp:docPr id="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53" style="position:absolute;margin-left:106.55pt;margin-top:238.65pt;width:147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3886200</wp:posOffset>
            </wp:positionH>
            <wp:positionV relativeFrom="page">
              <wp:posOffset>457200</wp:posOffset>
            </wp:positionV>
            <wp:extent cx="3200400" cy="1828800"/>
            <wp:effectExtent l="0" t="0" r="0" b="0"/>
            <wp:wrapNone/>
            <wp:docPr id="141" name="Picture 141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4566920</wp:posOffset>
                </wp:positionH>
                <wp:positionV relativeFrom="page">
                  <wp:posOffset>1161415</wp:posOffset>
                </wp:positionV>
                <wp:extent cx="1866900" cy="838200"/>
                <wp:effectExtent l="4445" t="0" r="0" b="635"/>
                <wp:wrapNone/>
                <wp:docPr id="2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b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pStyle w:val="appointment"/>
                              <w:rPr>
                                <w:color w:val="411D0E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54" style="position:absolute;margin-left:359.6pt;margin-top:91.45pt;width:147pt;height:6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b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pStyle w:val="appointment"/>
                        <w:rPr>
                          <w:color w:val="411D0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457200</wp:posOffset>
            </wp:positionV>
            <wp:extent cx="3200400" cy="1828800"/>
            <wp:effectExtent l="0" t="0" r="0" b="0"/>
            <wp:wrapNone/>
            <wp:docPr id="139" name="Picture 139" descr="neutral_card_b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neutral_card_bac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1353185</wp:posOffset>
                </wp:positionH>
                <wp:positionV relativeFrom="page">
                  <wp:posOffset>1161415</wp:posOffset>
                </wp:positionV>
                <wp:extent cx="1866900" cy="838200"/>
                <wp:effectExtent l="635" t="0" r="0" b="635"/>
                <wp:wrapNone/>
                <wp:docPr id="1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D03A2" w:rsidRPr="00EE60FF" w:rsidRDefault="005D03A2" w:rsidP="005D03A2">
                            <w:pPr>
                              <w:pStyle w:val="appointment"/>
                            </w:pPr>
                            <w:r w:rsidRPr="00EE60FF">
                              <w:t>Use this area for appointment setting or other info. Use this area for appointment setting or other info. Use this area for appointment setting or other info.</w:t>
                            </w:r>
                          </w:p>
                          <w:p w:rsidR="005D03A2" w:rsidRPr="00051FDC" w:rsidRDefault="005D03A2" w:rsidP="005D03A2">
                            <w:pPr>
                              <w:jc w:val="both"/>
                              <w:rPr>
                                <w:i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jc w:val="both"/>
                              <w:rPr>
                                <w:b/>
                                <w:i/>
                                <w:color w:val="411D0E"/>
                              </w:rPr>
                            </w:pPr>
                          </w:p>
                          <w:p w:rsidR="005D03A2" w:rsidRPr="00051FDC" w:rsidRDefault="005D03A2" w:rsidP="005D03A2">
                            <w:pPr>
                              <w:ind w:left="360"/>
                              <w:jc w:val="both"/>
                              <w:rPr>
                                <w:i/>
                                <w:color w:val="411D0E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55" style="position:absolute;margin-left:106.55pt;margin-top:91.45pt;width:147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" filled="f" stroked="f" strokeweight="1pt">
                <v:textbox inset="1pt,1pt,1pt,1pt">
                  <w:txbxContent>
                    <w:p w:rsidR="005D03A2" w:rsidRPr="00EE60FF" w:rsidRDefault="005D03A2" w:rsidP="005D03A2">
                      <w:pPr>
                        <w:pStyle w:val="appointment"/>
                      </w:pPr>
                      <w:r w:rsidRPr="00EE60FF">
                        <w:t>Use this area for appointment setting or other info. Use this area for appointment setting or other info. Use this area for appointment setting or other info.</w:t>
                      </w:r>
                    </w:p>
                    <w:p w:rsidR="005D03A2" w:rsidRPr="00051FDC" w:rsidRDefault="005D03A2" w:rsidP="005D03A2">
                      <w:pPr>
                        <w:jc w:val="both"/>
                        <w:rPr>
                          <w:i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jc w:val="both"/>
                        <w:rPr>
                          <w:b/>
                          <w:i/>
                          <w:color w:val="411D0E"/>
                        </w:rPr>
                      </w:pPr>
                    </w:p>
                    <w:p w:rsidR="005D03A2" w:rsidRPr="00051FDC" w:rsidRDefault="005D03A2" w:rsidP="005D03A2">
                      <w:pPr>
                        <w:ind w:left="360"/>
                        <w:jc w:val="both"/>
                        <w:rPr>
                          <w:i/>
                          <w:color w:val="411D0E"/>
                          <w:sz w:val="16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Cs w:val="2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137" name="Picture 137" descr="b-card_cropma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b-card_cropmark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03A2" w:rsidSect="005D03A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stylePaneFormatFilter w:val="8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0" w:top3HeadingStyles="0" w:visibleStyles="0" w:alternateStyleNames="1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D5"/>
    <w:rsid w:val="005D03A2"/>
    <w:rsid w:val="00F5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A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YournameHere">
    <w:name w:val="Your name Here"/>
    <w:basedOn w:val="Normal"/>
    <w:link w:val="YournameHereChar"/>
    <w:qFormat/>
    <w:rsid w:val="005D03A2"/>
    <w:pPr>
      <w:spacing w:after="40"/>
      <w:jc w:val="both"/>
    </w:pPr>
    <w:rPr>
      <w:rFonts w:ascii="Verdana" w:hAnsi="Verdana"/>
      <w:b/>
      <w:color w:val="FFFFFF"/>
    </w:rPr>
  </w:style>
  <w:style w:type="paragraph" w:customStyle="1" w:styleId="YourTitle">
    <w:name w:val="Your Title"/>
    <w:basedOn w:val="Normal"/>
    <w:link w:val="YourTitleChar"/>
    <w:qFormat/>
    <w:rsid w:val="005D03A2"/>
    <w:pPr>
      <w:spacing w:after="120"/>
      <w:jc w:val="both"/>
    </w:pPr>
    <w:rPr>
      <w:rFonts w:ascii="Verdana" w:hAnsi="Verdana"/>
      <w:caps/>
      <w:color w:val="FFFFFF"/>
      <w:sz w:val="14"/>
    </w:rPr>
  </w:style>
  <w:style w:type="character" w:customStyle="1" w:styleId="YournameHereChar">
    <w:name w:val="Your name Here Char"/>
    <w:basedOn w:val="DefaultParagraphFont"/>
    <w:link w:val="YournameHere"/>
    <w:rsid w:val="005D03A2"/>
    <w:rPr>
      <w:rFonts w:ascii="Verdana" w:hAnsi="Verdana"/>
      <w:b/>
      <w:color w:val="FFFFFF"/>
      <w:sz w:val="24"/>
      <w:szCs w:val="24"/>
    </w:rPr>
  </w:style>
  <w:style w:type="paragraph" w:customStyle="1" w:styleId="logocompanyname">
    <w:name w:val="logo/company name"/>
    <w:basedOn w:val="Normal"/>
    <w:link w:val="logocompanynameChar"/>
    <w:qFormat/>
    <w:rsid w:val="005D03A2"/>
    <w:rPr>
      <w:rFonts w:ascii="Verdana" w:hAnsi="Verdana"/>
      <w:b/>
      <w:color w:val="000000"/>
      <w:sz w:val="14"/>
    </w:rPr>
  </w:style>
  <w:style w:type="character" w:customStyle="1" w:styleId="YourTitleChar">
    <w:name w:val="Your Title Char"/>
    <w:basedOn w:val="DefaultParagraphFont"/>
    <w:link w:val="YourTitle"/>
    <w:rsid w:val="005D03A2"/>
    <w:rPr>
      <w:rFonts w:ascii="Verdana" w:hAnsi="Verdana"/>
      <w:caps/>
      <w:color w:val="FFFFFF"/>
      <w:sz w:val="14"/>
      <w:szCs w:val="24"/>
    </w:rPr>
  </w:style>
  <w:style w:type="paragraph" w:customStyle="1" w:styleId="PhFax">
    <w:name w:val="Ph/Fax"/>
    <w:basedOn w:val="Normal"/>
    <w:link w:val="PhFaxChar"/>
    <w:qFormat/>
    <w:rsid w:val="005D03A2"/>
    <w:pPr>
      <w:spacing w:after="80"/>
    </w:pPr>
    <w:rPr>
      <w:rFonts w:ascii="Verdana" w:hAnsi="Verdana"/>
      <w:b/>
      <w:color w:val="000000"/>
      <w:sz w:val="14"/>
    </w:rPr>
  </w:style>
  <w:style w:type="character" w:customStyle="1" w:styleId="logocompanynameChar">
    <w:name w:val="logo/company name Char"/>
    <w:basedOn w:val="DefaultParagraphFont"/>
    <w:link w:val="logocompanyname"/>
    <w:rsid w:val="005D03A2"/>
    <w:rPr>
      <w:rFonts w:ascii="Verdana" w:hAnsi="Verdana"/>
      <w:b/>
      <w:color w:val="000000"/>
      <w:sz w:val="14"/>
      <w:szCs w:val="24"/>
    </w:rPr>
  </w:style>
  <w:style w:type="paragraph" w:customStyle="1" w:styleId="emailaddress">
    <w:name w:val="email/address"/>
    <w:basedOn w:val="Normal"/>
    <w:link w:val="emailaddressChar"/>
    <w:qFormat/>
    <w:rsid w:val="005D03A2"/>
    <w:pPr>
      <w:spacing w:after="80"/>
    </w:pPr>
    <w:rPr>
      <w:rFonts w:ascii="Verdana" w:hAnsi="Verdana"/>
      <w:color w:val="000000"/>
      <w:sz w:val="14"/>
    </w:rPr>
  </w:style>
  <w:style w:type="character" w:customStyle="1" w:styleId="PhFaxChar">
    <w:name w:val="Ph/Fax Char"/>
    <w:basedOn w:val="DefaultParagraphFont"/>
    <w:link w:val="PhFax"/>
    <w:rsid w:val="005D03A2"/>
    <w:rPr>
      <w:rFonts w:ascii="Verdana" w:hAnsi="Verdana"/>
      <w:b/>
      <w:color w:val="000000"/>
      <w:sz w:val="14"/>
      <w:szCs w:val="24"/>
    </w:rPr>
  </w:style>
  <w:style w:type="paragraph" w:customStyle="1" w:styleId="website">
    <w:name w:val="website"/>
    <w:basedOn w:val="Normal"/>
    <w:link w:val="websiteChar"/>
    <w:qFormat/>
    <w:rsid w:val="005D03A2"/>
    <w:pPr>
      <w:spacing w:before="60"/>
    </w:pPr>
    <w:rPr>
      <w:rFonts w:ascii="Verdana" w:hAnsi="Verdana"/>
      <w:b/>
      <w:color w:val="000000"/>
      <w:sz w:val="14"/>
    </w:rPr>
  </w:style>
  <w:style w:type="character" w:customStyle="1" w:styleId="emailaddressChar">
    <w:name w:val="email/address Char"/>
    <w:basedOn w:val="DefaultParagraphFont"/>
    <w:link w:val="emailaddress"/>
    <w:rsid w:val="005D03A2"/>
    <w:rPr>
      <w:rFonts w:ascii="Verdana" w:hAnsi="Verdana"/>
      <w:color w:val="000000"/>
      <w:sz w:val="14"/>
      <w:szCs w:val="24"/>
    </w:rPr>
  </w:style>
  <w:style w:type="paragraph" w:customStyle="1" w:styleId="appointment">
    <w:name w:val="appointment"/>
    <w:basedOn w:val="Normal"/>
    <w:link w:val="appointmentChar"/>
    <w:qFormat/>
    <w:rsid w:val="005D03A2"/>
    <w:rPr>
      <w:rFonts w:ascii="Verdana" w:hAnsi="Verdana"/>
      <w:i/>
      <w:color w:val="FFFFFF"/>
      <w:sz w:val="16"/>
    </w:rPr>
  </w:style>
  <w:style w:type="character" w:customStyle="1" w:styleId="websiteChar">
    <w:name w:val="website Char"/>
    <w:basedOn w:val="DefaultParagraphFont"/>
    <w:link w:val="website"/>
    <w:rsid w:val="005D03A2"/>
    <w:rPr>
      <w:rFonts w:ascii="Verdana" w:hAnsi="Verdana"/>
      <w:b/>
      <w:color w:val="000000"/>
      <w:sz w:val="14"/>
      <w:szCs w:val="24"/>
    </w:rPr>
  </w:style>
  <w:style w:type="character" w:customStyle="1" w:styleId="appointmentChar">
    <w:name w:val="appointment Char"/>
    <w:basedOn w:val="DefaultParagraphFont"/>
    <w:link w:val="appointment"/>
    <w:rsid w:val="005D03A2"/>
    <w:rPr>
      <w:rFonts w:ascii="Verdana" w:hAnsi="Verdana"/>
      <w:i/>
      <w:color w:val="FFFFFF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3A2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YournameHere">
    <w:name w:val="Your name Here"/>
    <w:basedOn w:val="Normal"/>
    <w:link w:val="YournameHereChar"/>
    <w:qFormat/>
    <w:rsid w:val="005D03A2"/>
    <w:pPr>
      <w:spacing w:after="40"/>
      <w:jc w:val="both"/>
    </w:pPr>
    <w:rPr>
      <w:rFonts w:ascii="Verdana" w:hAnsi="Verdana"/>
      <w:b/>
      <w:color w:val="FFFFFF"/>
    </w:rPr>
  </w:style>
  <w:style w:type="paragraph" w:customStyle="1" w:styleId="YourTitle">
    <w:name w:val="Your Title"/>
    <w:basedOn w:val="Normal"/>
    <w:link w:val="YourTitleChar"/>
    <w:qFormat/>
    <w:rsid w:val="005D03A2"/>
    <w:pPr>
      <w:spacing w:after="120"/>
      <w:jc w:val="both"/>
    </w:pPr>
    <w:rPr>
      <w:rFonts w:ascii="Verdana" w:hAnsi="Verdana"/>
      <w:caps/>
      <w:color w:val="FFFFFF"/>
      <w:sz w:val="14"/>
    </w:rPr>
  </w:style>
  <w:style w:type="character" w:customStyle="1" w:styleId="YournameHereChar">
    <w:name w:val="Your name Here Char"/>
    <w:basedOn w:val="DefaultParagraphFont"/>
    <w:link w:val="YournameHere"/>
    <w:rsid w:val="005D03A2"/>
    <w:rPr>
      <w:rFonts w:ascii="Verdana" w:hAnsi="Verdana"/>
      <w:b/>
      <w:color w:val="FFFFFF"/>
      <w:sz w:val="24"/>
      <w:szCs w:val="24"/>
    </w:rPr>
  </w:style>
  <w:style w:type="paragraph" w:customStyle="1" w:styleId="logocompanyname">
    <w:name w:val="logo/company name"/>
    <w:basedOn w:val="Normal"/>
    <w:link w:val="logocompanynameChar"/>
    <w:qFormat/>
    <w:rsid w:val="005D03A2"/>
    <w:rPr>
      <w:rFonts w:ascii="Verdana" w:hAnsi="Verdana"/>
      <w:b/>
      <w:color w:val="000000"/>
      <w:sz w:val="14"/>
    </w:rPr>
  </w:style>
  <w:style w:type="character" w:customStyle="1" w:styleId="YourTitleChar">
    <w:name w:val="Your Title Char"/>
    <w:basedOn w:val="DefaultParagraphFont"/>
    <w:link w:val="YourTitle"/>
    <w:rsid w:val="005D03A2"/>
    <w:rPr>
      <w:rFonts w:ascii="Verdana" w:hAnsi="Verdana"/>
      <w:caps/>
      <w:color w:val="FFFFFF"/>
      <w:sz w:val="14"/>
      <w:szCs w:val="24"/>
    </w:rPr>
  </w:style>
  <w:style w:type="paragraph" w:customStyle="1" w:styleId="PhFax">
    <w:name w:val="Ph/Fax"/>
    <w:basedOn w:val="Normal"/>
    <w:link w:val="PhFaxChar"/>
    <w:qFormat/>
    <w:rsid w:val="005D03A2"/>
    <w:pPr>
      <w:spacing w:after="80"/>
    </w:pPr>
    <w:rPr>
      <w:rFonts w:ascii="Verdana" w:hAnsi="Verdana"/>
      <w:b/>
      <w:color w:val="000000"/>
      <w:sz w:val="14"/>
    </w:rPr>
  </w:style>
  <w:style w:type="character" w:customStyle="1" w:styleId="logocompanynameChar">
    <w:name w:val="logo/company name Char"/>
    <w:basedOn w:val="DefaultParagraphFont"/>
    <w:link w:val="logocompanyname"/>
    <w:rsid w:val="005D03A2"/>
    <w:rPr>
      <w:rFonts w:ascii="Verdana" w:hAnsi="Verdana"/>
      <w:b/>
      <w:color w:val="000000"/>
      <w:sz w:val="14"/>
      <w:szCs w:val="24"/>
    </w:rPr>
  </w:style>
  <w:style w:type="paragraph" w:customStyle="1" w:styleId="emailaddress">
    <w:name w:val="email/address"/>
    <w:basedOn w:val="Normal"/>
    <w:link w:val="emailaddressChar"/>
    <w:qFormat/>
    <w:rsid w:val="005D03A2"/>
    <w:pPr>
      <w:spacing w:after="80"/>
    </w:pPr>
    <w:rPr>
      <w:rFonts w:ascii="Verdana" w:hAnsi="Verdana"/>
      <w:color w:val="000000"/>
      <w:sz w:val="14"/>
    </w:rPr>
  </w:style>
  <w:style w:type="character" w:customStyle="1" w:styleId="PhFaxChar">
    <w:name w:val="Ph/Fax Char"/>
    <w:basedOn w:val="DefaultParagraphFont"/>
    <w:link w:val="PhFax"/>
    <w:rsid w:val="005D03A2"/>
    <w:rPr>
      <w:rFonts w:ascii="Verdana" w:hAnsi="Verdana"/>
      <w:b/>
      <w:color w:val="000000"/>
      <w:sz w:val="14"/>
      <w:szCs w:val="24"/>
    </w:rPr>
  </w:style>
  <w:style w:type="paragraph" w:customStyle="1" w:styleId="website">
    <w:name w:val="website"/>
    <w:basedOn w:val="Normal"/>
    <w:link w:val="websiteChar"/>
    <w:qFormat/>
    <w:rsid w:val="005D03A2"/>
    <w:pPr>
      <w:spacing w:before="60"/>
    </w:pPr>
    <w:rPr>
      <w:rFonts w:ascii="Verdana" w:hAnsi="Verdana"/>
      <w:b/>
      <w:color w:val="000000"/>
      <w:sz w:val="14"/>
    </w:rPr>
  </w:style>
  <w:style w:type="character" w:customStyle="1" w:styleId="emailaddressChar">
    <w:name w:val="email/address Char"/>
    <w:basedOn w:val="DefaultParagraphFont"/>
    <w:link w:val="emailaddress"/>
    <w:rsid w:val="005D03A2"/>
    <w:rPr>
      <w:rFonts w:ascii="Verdana" w:hAnsi="Verdana"/>
      <w:color w:val="000000"/>
      <w:sz w:val="14"/>
      <w:szCs w:val="24"/>
    </w:rPr>
  </w:style>
  <w:style w:type="paragraph" w:customStyle="1" w:styleId="appointment">
    <w:name w:val="appointment"/>
    <w:basedOn w:val="Normal"/>
    <w:link w:val="appointmentChar"/>
    <w:qFormat/>
    <w:rsid w:val="005D03A2"/>
    <w:rPr>
      <w:rFonts w:ascii="Verdana" w:hAnsi="Verdana"/>
      <w:i/>
      <w:color w:val="FFFFFF"/>
      <w:sz w:val="16"/>
    </w:rPr>
  </w:style>
  <w:style w:type="character" w:customStyle="1" w:styleId="websiteChar">
    <w:name w:val="website Char"/>
    <w:basedOn w:val="DefaultParagraphFont"/>
    <w:link w:val="website"/>
    <w:rsid w:val="005D03A2"/>
    <w:rPr>
      <w:rFonts w:ascii="Verdana" w:hAnsi="Verdana"/>
      <w:b/>
      <w:color w:val="000000"/>
      <w:sz w:val="14"/>
      <w:szCs w:val="24"/>
    </w:rPr>
  </w:style>
  <w:style w:type="character" w:customStyle="1" w:styleId="appointmentChar">
    <w:name w:val="appointment Char"/>
    <w:basedOn w:val="DefaultParagraphFont"/>
    <w:link w:val="appointment"/>
    <w:rsid w:val="005D03A2"/>
    <w:rPr>
      <w:rFonts w:ascii="Verdana" w:hAnsi="Verdana"/>
      <w:i/>
      <w:color w:val="FFFFFF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m\AppData\Roaming\Microsoft\Templates\HP_HealthSimple_Buscard_TP1037895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HP_HealthSimple_Buscard_TP10378958</Template>
  <TotalTime>3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1</cp:revision>
  <dcterms:created xsi:type="dcterms:W3CDTF">2011-10-09T19:12:00Z</dcterms:created>
  <dcterms:modified xsi:type="dcterms:W3CDTF">2011-10-09T19:15:00Z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TC103789589990</vt:lpwstr>
  </property>
</Properties>
</file>